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247"/>
        <w:gridCol w:w="3839"/>
        <w:gridCol w:w="3832"/>
        <w:gridCol w:w="13"/>
      </w:tblGrid>
      <w:tr w:rsidR="003B7DF9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F16C5E" w:rsidP="00A6513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F16C5E" w:rsidP="00A6513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6513D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F16C5E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A6513D">
              <w:rPr>
                <w:rFonts w:ascii="Arial" w:hAnsi="Arial" w:cs="Arial"/>
                <w:noProof/>
                <w:sz w:val="18"/>
                <w:szCs w:val="18"/>
              </w:rPr>
              <w:t>Thursday, 30 July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F16C5E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71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A6513D" w:rsidP="00F34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Leg swelling and ulcer both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legs ?</w:t>
            </w:r>
            <w:proofErr w:type="gramEnd"/>
            <w:r>
              <w:rPr>
                <w:rFonts w:ascii="Arial" w:hAnsi="Arial" w:cs="Arial"/>
                <w:sz w:val="18"/>
                <w:szCs w:val="18"/>
              </w:rPr>
              <w:t>venous ?lymphoedema. Normal ABPI.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71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25571B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053CF0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7262B5DA" wp14:editId="4FE75804">
                      <wp:simplePos x="0" y="0"/>
                      <wp:positionH relativeFrom="column">
                        <wp:posOffset>2463165</wp:posOffset>
                      </wp:positionH>
                      <wp:positionV relativeFrom="paragraph">
                        <wp:posOffset>333375</wp:posOffset>
                      </wp:positionV>
                      <wp:extent cx="305435" cy="152400"/>
                      <wp:effectExtent l="0" t="0" r="0" b="0"/>
                      <wp:wrapNone/>
                      <wp:docPr id="203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43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53CF0" w:rsidRPr="00B16047" w:rsidRDefault="00053CF0" w:rsidP="00053C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262B5D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0" o:spid="_x0000_s1026" type="#_x0000_t202" style="position:absolute;left:0;text-align:left;margin-left:193.95pt;margin-top:26.25pt;width:24.05pt;height:12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53CF0" w:rsidRPr="00B16047" w:rsidRDefault="00053CF0" w:rsidP="00053C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20DC5493" wp14:editId="3FA53C7B">
                      <wp:simplePos x="0" y="0"/>
                      <wp:positionH relativeFrom="column">
                        <wp:posOffset>3433066</wp:posOffset>
                      </wp:positionH>
                      <wp:positionV relativeFrom="paragraph">
                        <wp:posOffset>358026</wp:posOffset>
                      </wp:positionV>
                      <wp:extent cx="305869" cy="152633"/>
                      <wp:effectExtent l="0" t="0" r="0" b="0"/>
                      <wp:wrapNone/>
                      <wp:docPr id="204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53CF0" w:rsidRPr="00B16047" w:rsidRDefault="00053CF0" w:rsidP="00053CF0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DC5493" id="Text Box 359" o:spid="_x0000_s1027" type="#_x0000_t202" style="position:absolute;left:0;text-align:left;margin-left:270.3pt;margin-top:28.2pt;width:24.1pt;height:12pt;z-index:251688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SlpgIAAFQFAAAOAAAAZHJzL2Uyb0RvYy54bWysVG1v2yAQ/j5p/wHxPbWdOG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53CF0" w:rsidRPr="00B16047" w:rsidRDefault="00053CF0" w:rsidP="00053CF0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1442BF22" wp14:editId="5FAB4514">
                      <wp:simplePos x="0" y="0"/>
                      <wp:positionH relativeFrom="column">
                        <wp:posOffset>-34119</wp:posOffset>
                      </wp:positionH>
                      <wp:positionV relativeFrom="paragraph">
                        <wp:posOffset>4046087</wp:posOffset>
                      </wp:positionV>
                      <wp:extent cx="6441744" cy="27759"/>
                      <wp:effectExtent l="0" t="0" r="35560" b="29845"/>
                      <wp:wrapNone/>
                      <wp:docPr id="160" name="Straight Connector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1744" cy="2775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09CA11" id="Straight Connector 160" o:spid="_x0000_s1026" style="position:absolute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318.6pt" to="504.5pt,3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442BF22" wp14:editId="5FAB4514">
                      <wp:simplePos x="0" y="0"/>
                      <wp:positionH relativeFrom="column">
                        <wp:posOffset>-34119</wp:posOffset>
                      </wp:positionH>
                      <wp:positionV relativeFrom="paragraph">
                        <wp:posOffset>3384171</wp:posOffset>
                      </wp:positionV>
                      <wp:extent cx="6441744" cy="27759"/>
                      <wp:effectExtent l="0" t="0" r="35560" b="29845"/>
                      <wp:wrapNone/>
                      <wp:docPr id="159" name="Straight Connector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1744" cy="2775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C8D9C9" id="Straight Connector 159" o:spid="_x0000_s1026" style="position:absolute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266.45pt" to="504.5pt,26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5671185</wp:posOffset>
                      </wp:positionH>
                      <wp:positionV relativeFrom="paragraph">
                        <wp:posOffset>2258060</wp:posOffset>
                      </wp:positionV>
                      <wp:extent cx="55880" cy="468630"/>
                      <wp:effectExtent l="19050" t="19050" r="20320" b="26670"/>
                      <wp:wrapNone/>
                      <wp:docPr id="13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880" cy="46863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  <a:gd name="connsiteX0" fmla="*/ 4867 w 9604"/>
                                  <a:gd name="connsiteY0" fmla="*/ 0 h 8704"/>
                                  <a:gd name="connsiteX1" fmla="*/ 9604 w 9604"/>
                                  <a:gd name="connsiteY1" fmla="*/ 778 h 8704"/>
                                  <a:gd name="connsiteX2" fmla="*/ 4867 w 9604"/>
                                  <a:gd name="connsiteY2" fmla="*/ 3111 h 8704"/>
                                  <a:gd name="connsiteX3" fmla="*/ 130 w 9604"/>
                                  <a:gd name="connsiteY3" fmla="*/ 5852 h 8704"/>
                                  <a:gd name="connsiteX4" fmla="*/ 1709 w 9604"/>
                                  <a:gd name="connsiteY4" fmla="*/ 8704 h 8704"/>
                                  <a:gd name="connsiteX0" fmla="*/ 4933 w 9865"/>
                                  <a:gd name="connsiteY0" fmla="*/ 0 h 6723"/>
                                  <a:gd name="connsiteX1" fmla="*/ 9865 w 9865"/>
                                  <a:gd name="connsiteY1" fmla="*/ 894 h 6723"/>
                                  <a:gd name="connsiteX2" fmla="*/ 4933 w 9865"/>
                                  <a:gd name="connsiteY2" fmla="*/ 3574 h 6723"/>
                                  <a:gd name="connsiteX3" fmla="*/ 0 w 9865"/>
                                  <a:gd name="connsiteY3" fmla="*/ 6723 h 6723"/>
                                  <a:gd name="connsiteX0" fmla="*/ 0 w 4999"/>
                                  <a:gd name="connsiteY0" fmla="*/ 0 h 5316"/>
                                  <a:gd name="connsiteX1" fmla="*/ 4999 w 4999"/>
                                  <a:gd name="connsiteY1" fmla="*/ 1330 h 5316"/>
                                  <a:gd name="connsiteX2" fmla="*/ 0 w 4999"/>
                                  <a:gd name="connsiteY2" fmla="*/ 5316 h 5316"/>
                                  <a:gd name="connsiteX0" fmla="*/ 0 w 12337"/>
                                  <a:gd name="connsiteY0" fmla="*/ 0 h 6585"/>
                                  <a:gd name="connsiteX1" fmla="*/ 10000 w 12337"/>
                                  <a:gd name="connsiteY1" fmla="*/ 2502 h 6585"/>
                                  <a:gd name="connsiteX2" fmla="*/ 10595 w 12337"/>
                                  <a:gd name="connsiteY2" fmla="*/ 6585 h 6585"/>
                                  <a:gd name="connsiteX0" fmla="*/ 0 w 10000"/>
                                  <a:gd name="connsiteY0" fmla="*/ 0 h 11135"/>
                                  <a:gd name="connsiteX1" fmla="*/ 8106 w 10000"/>
                                  <a:gd name="connsiteY1" fmla="*/ 3800 h 11135"/>
                                  <a:gd name="connsiteX2" fmla="*/ 8588 w 10000"/>
                                  <a:gd name="connsiteY2" fmla="*/ 11135 h 1113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000" h="11135">
                                    <a:moveTo>
                                      <a:pt x="0" y="0"/>
                                    </a:moveTo>
                                    <a:cubicBezTo>
                                      <a:pt x="4052" y="635"/>
                                      <a:pt x="6675" y="1944"/>
                                      <a:pt x="8106" y="3800"/>
                                    </a:cubicBezTo>
                                    <a:cubicBezTo>
                                      <a:pt x="9537" y="5656"/>
                                      <a:pt x="11290" y="7004"/>
                                      <a:pt x="8588" y="11135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F1CCE0" id="Freeform 321" o:spid="_x0000_s1026" style="position:absolute;margin-left:446.55pt;margin-top:177.8pt;width:4.4pt;height:36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11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" path="m,c4052,635,6675,1944,8106,3800v1431,1856,3184,3204,482,7335e" filled="f" strokecolor="navy" strokeweight="2.25pt">
                      <v:path arrowok="t" o:connecttype="custom" o:connectlocs="0,0;45296,159928;47990,46863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-32954</wp:posOffset>
                      </wp:positionH>
                      <wp:positionV relativeFrom="paragraph">
                        <wp:posOffset>2715032</wp:posOffset>
                      </wp:positionV>
                      <wp:extent cx="6441744" cy="27759"/>
                      <wp:effectExtent l="0" t="0" r="35560" b="2984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41744" cy="2775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7DAF35" id="Straight Connector 8" o:spid="_x0000_s1026" style="position:absolute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213.8pt" to="504.6pt,3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3829363</wp:posOffset>
                      </wp:positionH>
                      <wp:positionV relativeFrom="paragraph">
                        <wp:posOffset>443145</wp:posOffset>
                      </wp:positionV>
                      <wp:extent cx="47767" cy="95534"/>
                      <wp:effectExtent l="0" t="0" r="28575" b="19050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767" cy="95534"/>
                              </a:xfrm>
                              <a:custGeom>
                                <a:avLst/>
                                <a:gdLst>
                                  <a:gd name="connsiteX0" fmla="*/ 47767 w 47767"/>
                                  <a:gd name="connsiteY0" fmla="*/ 0 h 95534"/>
                                  <a:gd name="connsiteX1" fmla="*/ 0 w 47767"/>
                                  <a:gd name="connsiteY1" fmla="*/ 95534 h 955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7767" h="95534">
                                    <a:moveTo>
                                      <a:pt x="47767" y="0"/>
                                    </a:moveTo>
                                    <a:lnTo>
                                      <a:pt x="0" y="95534"/>
                                    </a:ln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DCB334" id="Freeform 158" o:spid="_x0000_s1026" style="position:absolute;margin-left:301.5pt;margin-top:34.9pt;width:3.75pt;height:7.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767,95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" path="m47767,l,95534e" filled="f" strokecolor="red" strokeweight="1.5pt">
                      <v:stroke joinstyle="miter"/>
                      <v:path arrowok="t" o:connecttype="custom" o:connectlocs="47767,0;0,95534" o:connectangles="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3651250</wp:posOffset>
                      </wp:positionH>
                      <wp:positionV relativeFrom="paragraph">
                        <wp:posOffset>108746</wp:posOffset>
                      </wp:positionV>
                      <wp:extent cx="266131" cy="320723"/>
                      <wp:effectExtent l="38100" t="38100" r="38735" b="41275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6131" cy="320723"/>
                              </a:xfrm>
                              <a:custGeom>
                                <a:avLst/>
                                <a:gdLst>
                                  <a:gd name="connsiteX0" fmla="*/ 0 w 266131"/>
                                  <a:gd name="connsiteY0" fmla="*/ 0 h 320723"/>
                                  <a:gd name="connsiteX1" fmla="*/ 266131 w 266131"/>
                                  <a:gd name="connsiteY1" fmla="*/ 320723 h 320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66131" h="320723">
                                    <a:moveTo>
                                      <a:pt x="0" y="0"/>
                                    </a:moveTo>
                                    <a:lnTo>
                                      <a:pt x="266131" y="320723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2EFF18E" id="Freeform 154" o:spid="_x0000_s1026" style="position:absolute;margin-left:287.5pt;margin-top:8.55pt;width:20.95pt;height:25.2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6131,320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" path="m,l266131,320723e" filled="f" strokecolor="red" strokeweight="6pt">
                      <v:stroke joinstyle="miter"/>
                      <v:path arrowok="t" o:connecttype="custom" o:connectlocs="0,0;266131,320723" o:connectangles="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2307637</wp:posOffset>
                      </wp:positionH>
                      <wp:positionV relativeFrom="paragraph">
                        <wp:posOffset>122422</wp:posOffset>
                      </wp:positionV>
                      <wp:extent cx="252484" cy="272956"/>
                      <wp:effectExtent l="38100" t="38100" r="14605" b="32385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2484" cy="272956"/>
                              </a:xfrm>
                              <a:custGeom>
                                <a:avLst/>
                                <a:gdLst>
                                  <a:gd name="connsiteX0" fmla="*/ 252484 w 252484"/>
                                  <a:gd name="connsiteY0" fmla="*/ 0 h 272956"/>
                                  <a:gd name="connsiteX1" fmla="*/ 0 w 252484"/>
                                  <a:gd name="connsiteY1" fmla="*/ 272956 h 272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52484" h="272956">
                                    <a:moveTo>
                                      <a:pt x="252484" y="0"/>
                                    </a:moveTo>
                                    <a:lnTo>
                                      <a:pt x="0" y="272956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2CA465B" id="Freeform 153" o:spid="_x0000_s1026" style="position:absolute;margin-left:181.7pt;margin-top:9.65pt;width:19.9pt;height:21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2484,2729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" path="m252484,l,272956e" filled="f" strokecolor="red" strokeweight="6pt">
                      <v:stroke joinstyle="miter"/>
                      <v:path arrowok="t" o:connecttype="custom" o:connectlocs="252484,0;0,272956" o:connectangles="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1751330</wp:posOffset>
                      </wp:positionH>
                      <wp:positionV relativeFrom="paragraph">
                        <wp:posOffset>401955</wp:posOffset>
                      </wp:positionV>
                      <wp:extent cx="640715" cy="2290445"/>
                      <wp:effectExtent l="19050" t="19050" r="45085" b="14605"/>
                      <wp:wrapNone/>
                      <wp:docPr id="193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0715" cy="2290445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  <a:gd name="connsiteX0" fmla="*/ 8546 w 9226"/>
                                  <a:gd name="connsiteY0" fmla="*/ 0 h 9566"/>
                                  <a:gd name="connsiteX1" fmla="*/ 9099 w 9226"/>
                                  <a:gd name="connsiteY1" fmla="*/ 1219 h 9566"/>
                                  <a:gd name="connsiteX2" fmla="*/ 5783 w 9226"/>
                                  <a:gd name="connsiteY2" fmla="*/ 2686 h 9566"/>
                                  <a:gd name="connsiteX3" fmla="*/ 418 w 9226"/>
                                  <a:gd name="connsiteY3" fmla="*/ 4463 h 9566"/>
                                  <a:gd name="connsiteX4" fmla="*/ 632 w 9226"/>
                                  <a:gd name="connsiteY4" fmla="*/ 5992 h 9566"/>
                                  <a:gd name="connsiteX5" fmla="*/ 2878 w 9226"/>
                                  <a:gd name="connsiteY5" fmla="*/ 7707 h 9566"/>
                                  <a:gd name="connsiteX6" fmla="*/ 5141 w 9226"/>
                                  <a:gd name="connsiteY6" fmla="*/ 8926 h 9566"/>
                                  <a:gd name="connsiteX7" fmla="*/ 5997 w 9226"/>
                                  <a:gd name="connsiteY7" fmla="*/ 9566 h 9566"/>
                                  <a:gd name="connsiteX0" fmla="*/ 9263 w 9999"/>
                                  <a:gd name="connsiteY0" fmla="*/ 0 h 9331"/>
                                  <a:gd name="connsiteX1" fmla="*/ 9862 w 9999"/>
                                  <a:gd name="connsiteY1" fmla="*/ 1274 h 9331"/>
                                  <a:gd name="connsiteX2" fmla="*/ 6268 w 9999"/>
                                  <a:gd name="connsiteY2" fmla="*/ 2808 h 9331"/>
                                  <a:gd name="connsiteX3" fmla="*/ 453 w 9999"/>
                                  <a:gd name="connsiteY3" fmla="*/ 4665 h 9331"/>
                                  <a:gd name="connsiteX4" fmla="*/ 685 w 9999"/>
                                  <a:gd name="connsiteY4" fmla="*/ 6264 h 9331"/>
                                  <a:gd name="connsiteX5" fmla="*/ 3119 w 9999"/>
                                  <a:gd name="connsiteY5" fmla="*/ 8057 h 9331"/>
                                  <a:gd name="connsiteX6" fmla="*/ 5572 w 9999"/>
                                  <a:gd name="connsiteY6" fmla="*/ 9331 h 9331"/>
                                  <a:gd name="connsiteX0" fmla="*/ 9264 w 10000"/>
                                  <a:gd name="connsiteY0" fmla="*/ 0 h 8635"/>
                                  <a:gd name="connsiteX1" fmla="*/ 9863 w 10000"/>
                                  <a:gd name="connsiteY1" fmla="*/ 1365 h 8635"/>
                                  <a:gd name="connsiteX2" fmla="*/ 6269 w 10000"/>
                                  <a:gd name="connsiteY2" fmla="*/ 3009 h 8635"/>
                                  <a:gd name="connsiteX3" fmla="*/ 453 w 10000"/>
                                  <a:gd name="connsiteY3" fmla="*/ 4999 h 8635"/>
                                  <a:gd name="connsiteX4" fmla="*/ 685 w 10000"/>
                                  <a:gd name="connsiteY4" fmla="*/ 6713 h 8635"/>
                                  <a:gd name="connsiteX5" fmla="*/ 3119 w 10000"/>
                                  <a:gd name="connsiteY5" fmla="*/ 8635 h 8635"/>
                                  <a:gd name="connsiteX0" fmla="*/ 9264 w 10000"/>
                                  <a:gd name="connsiteY0" fmla="*/ 0 h 7774"/>
                                  <a:gd name="connsiteX1" fmla="*/ 9863 w 10000"/>
                                  <a:gd name="connsiteY1" fmla="*/ 1581 h 7774"/>
                                  <a:gd name="connsiteX2" fmla="*/ 6269 w 10000"/>
                                  <a:gd name="connsiteY2" fmla="*/ 3485 h 7774"/>
                                  <a:gd name="connsiteX3" fmla="*/ 453 w 10000"/>
                                  <a:gd name="connsiteY3" fmla="*/ 5789 h 7774"/>
                                  <a:gd name="connsiteX4" fmla="*/ 685 w 10000"/>
                                  <a:gd name="connsiteY4" fmla="*/ 7774 h 7774"/>
                                  <a:gd name="connsiteX0" fmla="*/ 9502 w 10238"/>
                                  <a:gd name="connsiteY0" fmla="*/ 0 h 9042"/>
                                  <a:gd name="connsiteX1" fmla="*/ 10101 w 10238"/>
                                  <a:gd name="connsiteY1" fmla="*/ 2034 h 9042"/>
                                  <a:gd name="connsiteX2" fmla="*/ 6507 w 10238"/>
                                  <a:gd name="connsiteY2" fmla="*/ 4483 h 9042"/>
                                  <a:gd name="connsiteX3" fmla="*/ 691 w 10238"/>
                                  <a:gd name="connsiteY3" fmla="*/ 7447 h 9042"/>
                                  <a:gd name="connsiteX4" fmla="*/ 403 w 10238"/>
                                  <a:gd name="connsiteY4" fmla="*/ 9042 h 9042"/>
                                  <a:gd name="connsiteX0" fmla="*/ 8878 w 9597"/>
                                  <a:gd name="connsiteY0" fmla="*/ 0 h 10786"/>
                                  <a:gd name="connsiteX1" fmla="*/ 9463 w 9597"/>
                                  <a:gd name="connsiteY1" fmla="*/ 2250 h 10786"/>
                                  <a:gd name="connsiteX2" fmla="*/ 5953 w 9597"/>
                                  <a:gd name="connsiteY2" fmla="*/ 4958 h 10786"/>
                                  <a:gd name="connsiteX3" fmla="*/ 272 w 9597"/>
                                  <a:gd name="connsiteY3" fmla="*/ 8236 h 10786"/>
                                  <a:gd name="connsiteX4" fmla="*/ 1107 w 9597"/>
                                  <a:gd name="connsiteY4" fmla="*/ 10786 h 10786"/>
                                  <a:gd name="connsiteX0" fmla="*/ 9191 w 9940"/>
                                  <a:gd name="connsiteY0" fmla="*/ 0 h 10633"/>
                                  <a:gd name="connsiteX1" fmla="*/ 9800 w 9940"/>
                                  <a:gd name="connsiteY1" fmla="*/ 2086 h 10633"/>
                                  <a:gd name="connsiteX2" fmla="*/ 6143 w 9940"/>
                                  <a:gd name="connsiteY2" fmla="*/ 4597 h 10633"/>
                                  <a:gd name="connsiteX3" fmla="*/ 223 w 9940"/>
                                  <a:gd name="connsiteY3" fmla="*/ 7636 h 10633"/>
                                  <a:gd name="connsiteX4" fmla="*/ 1410 w 9940"/>
                                  <a:gd name="connsiteY4" fmla="*/ 10633 h 106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940" h="10633">
                                    <a:moveTo>
                                      <a:pt x="9191" y="0"/>
                                    </a:moveTo>
                                    <a:cubicBezTo>
                                      <a:pt x="9269" y="347"/>
                                      <a:pt x="10312" y="1320"/>
                                      <a:pt x="9800" y="2086"/>
                                    </a:cubicBezTo>
                                    <a:cubicBezTo>
                                      <a:pt x="9289" y="2853"/>
                                      <a:pt x="7735" y="3670"/>
                                      <a:pt x="6143" y="4597"/>
                                    </a:cubicBezTo>
                                    <a:cubicBezTo>
                                      <a:pt x="4549" y="5522"/>
                                      <a:pt x="1012" y="6630"/>
                                      <a:pt x="223" y="7636"/>
                                    </a:cubicBezTo>
                                    <a:cubicBezTo>
                                      <a:pt x="-566" y="8642"/>
                                      <a:pt x="958" y="9707"/>
                                      <a:pt x="1410" y="10633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3CC98E" id="Freeform 320" o:spid="_x0000_s1026" style="position:absolute;margin-left:137.9pt;margin-top:31.65pt;width:50.45pt;height:180.3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40,10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" path="m9191,v78,347,1121,1320,609,2086c9289,2853,7735,3670,6143,4597,4549,5522,1012,6630,223,7636v-789,1006,735,2071,1187,2997e" filled="f" strokecolor="navy" strokeweight="2.25pt">
                      <v:path arrowok="t" o:connecttype="custom" o:connectlocs="592436,0;631691,449343;395967,990236;14374,1644864;90886,2290445" o:connectangles="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3801745</wp:posOffset>
                      </wp:positionH>
                      <wp:positionV relativeFrom="paragraph">
                        <wp:posOffset>442595</wp:posOffset>
                      </wp:positionV>
                      <wp:extent cx="646430" cy="2264410"/>
                      <wp:effectExtent l="19050" t="19050" r="39370" b="2159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6430" cy="226441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  <a:gd name="connsiteX0" fmla="*/ 1237 w 9821"/>
                                  <a:gd name="connsiteY0" fmla="*/ 0 h 9575"/>
                                  <a:gd name="connsiteX1" fmla="*/ 233 w 9821"/>
                                  <a:gd name="connsiteY1" fmla="*/ 466 h 9575"/>
                                  <a:gd name="connsiteX2" fmla="*/ 156 w 9821"/>
                                  <a:gd name="connsiteY2" fmla="*/ 1397 h 9575"/>
                                  <a:gd name="connsiteX3" fmla="*/ 2010 w 9821"/>
                                  <a:gd name="connsiteY3" fmla="*/ 2356 h 9575"/>
                                  <a:gd name="connsiteX4" fmla="*/ 7183 w 9821"/>
                                  <a:gd name="connsiteY4" fmla="*/ 3767 h 9575"/>
                                  <a:gd name="connsiteX5" fmla="*/ 9345 w 9821"/>
                                  <a:gd name="connsiteY5" fmla="*/ 4562 h 9575"/>
                                  <a:gd name="connsiteX6" fmla="*/ 9809 w 9821"/>
                                  <a:gd name="connsiteY6" fmla="*/ 5192 h 9575"/>
                                  <a:gd name="connsiteX7" fmla="*/ 9037 w 9821"/>
                                  <a:gd name="connsiteY7" fmla="*/ 6164 h 9575"/>
                                  <a:gd name="connsiteX8" fmla="*/ 7106 w 9821"/>
                                  <a:gd name="connsiteY8" fmla="*/ 7712 h 9575"/>
                                  <a:gd name="connsiteX9" fmla="*/ 4635 w 9821"/>
                                  <a:gd name="connsiteY9" fmla="*/ 8863 h 9575"/>
                                  <a:gd name="connsiteX10" fmla="*/ 3708 w 9821"/>
                                  <a:gd name="connsiteY10" fmla="*/ 9575 h 9575"/>
                                  <a:gd name="connsiteX0" fmla="*/ 1260 w 10000"/>
                                  <a:gd name="connsiteY0" fmla="*/ 0 h 9256"/>
                                  <a:gd name="connsiteX1" fmla="*/ 237 w 10000"/>
                                  <a:gd name="connsiteY1" fmla="*/ 487 h 9256"/>
                                  <a:gd name="connsiteX2" fmla="*/ 159 w 10000"/>
                                  <a:gd name="connsiteY2" fmla="*/ 1459 h 9256"/>
                                  <a:gd name="connsiteX3" fmla="*/ 2047 w 10000"/>
                                  <a:gd name="connsiteY3" fmla="*/ 2461 h 9256"/>
                                  <a:gd name="connsiteX4" fmla="*/ 7314 w 10000"/>
                                  <a:gd name="connsiteY4" fmla="*/ 3934 h 9256"/>
                                  <a:gd name="connsiteX5" fmla="*/ 9515 w 10000"/>
                                  <a:gd name="connsiteY5" fmla="*/ 4764 h 9256"/>
                                  <a:gd name="connsiteX6" fmla="*/ 9988 w 10000"/>
                                  <a:gd name="connsiteY6" fmla="*/ 5422 h 9256"/>
                                  <a:gd name="connsiteX7" fmla="*/ 9202 w 10000"/>
                                  <a:gd name="connsiteY7" fmla="*/ 6438 h 9256"/>
                                  <a:gd name="connsiteX8" fmla="*/ 7236 w 10000"/>
                                  <a:gd name="connsiteY8" fmla="*/ 8054 h 9256"/>
                                  <a:gd name="connsiteX9" fmla="*/ 4719 w 10000"/>
                                  <a:gd name="connsiteY9" fmla="*/ 9256 h 9256"/>
                                  <a:gd name="connsiteX0" fmla="*/ 1260 w 10000"/>
                                  <a:gd name="connsiteY0" fmla="*/ 0 h 8701"/>
                                  <a:gd name="connsiteX1" fmla="*/ 237 w 10000"/>
                                  <a:gd name="connsiteY1" fmla="*/ 526 h 8701"/>
                                  <a:gd name="connsiteX2" fmla="*/ 159 w 10000"/>
                                  <a:gd name="connsiteY2" fmla="*/ 1576 h 8701"/>
                                  <a:gd name="connsiteX3" fmla="*/ 2047 w 10000"/>
                                  <a:gd name="connsiteY3" fmla="*/ 2659 h 8701"/>
                                  <a:gd name="connsiteX4" fmla="*/ 7314 w 10000"/>
                                  <a:gd name="connsiteY4" fmla="*/ 4250 h 8701"/>
                                  <a:gd name="connsiteX5" fmla="*/ 9515 w 10000"/>
                                  <a:gd name="connsiteY5" fmla="*/ 5147 h 8701"/>
                                  <a:gd name="connsiteX6" fmla="*/ 9988 w 10000"/>
                                  <a:gd name="connsiteY6" fmla="*/ 5858 h 8701"/>
                                  <a:gd name="connsiteX7" fmla="*/ 9202 w 10000"/>
                                  <a:gd name="connsiteY7" fmla="*/ 6955 h 8701"/>
                                  <a:gd name="connsiteX8" fmla="*/ 7236 w 10000"/>
                                  <a:gd name="connsiteY8" fmla="*/ 8701 h 8701"/>
                                  <a:gd name="connsiteX0" fmla="*/ 1260 w 10000"/>
                                  <a:gd name="connsiteY0" fmla="*/ 0 h 7993"/>
                                  <a:gd name="connsiteX1" fmla="*/ 237 w 10000"/>
                                  <a:gd name="connsiteY1" fmla="*/ 605 h 7993"/>
                                  <a:gd name="connsiteX2" fmla="*/ 159 w 10000"/>
                                  <a:gd name="connsiteY2" fmla="*/ 1811 h 7993"/>
                                  <a:gd name="connsiteX3" fmla="*/ 2047 w 10000"/>
                                  <a:gd name="connsiteY3" fmla="*/ 3056 h 7993"/>
                                  <a:gd name="connsiteX4" fmla="*/ 7314 w 10000"/>
                                  <a:gd name="connsiteY4" fmla="*/ 4884 h 7993"/>
                                  <a:gd name="connsiteX5" fmla="*/ 9515 w 10000"/>
                                  <a:gd name="connsiteY5" fmla="*/ 5915 h 7993"/>
                                  <a:gd name="connsiteX6" fmla="*/ 9988 w 10000"/>
                                  <a:gd name="connsiteY6" fmla="*/ 6733 h 7993"/>
                                  <a:gd name="connsiteX7" fmla="*/ 9202 w 10000"/>
                                  <a:gd name="connsiteY7" fmla="*/ 7993 h 7993"/>
                                  <a:gd name="connsiteX0" fmla="*/ 1260 w 10047"/>
                                  <a:gd name="connsiteY0" fmla="*/ 0 h 9134"/>
                                  <a:gd name="connsiteX1" fmla="*/ 237 w 10047"/>
                                  <a:gd name="connsiteY1" fmla="*/ 757 h 9134"/>
                                  <a:gd name="connsiteX2" fmla="*/ 159 w 10047"/>
                                  <a:gd name="connsiteY2" fmla="*/ 2266 h 9134"/>
                                  <a:gd name="connsiteX3" fmla="*/ 2047 w 10047"/>
                                  <a:gd name="connsiteY3" fmla="*/ 3823 h 9134"/>
                                  <a:gd name="connsiteX4" fmla="*/ 7314 w 10047"/>
                                  <a:gd name="connsiteY4" fmla="*/ 6110 h 9134"/>
                                  <a:gd name="connsiteX5" fmla="*/ 9515 w 10047"/>
                                  <a:gd name="connsiteY5" fmla="*/ 7400 h 9134"/>
                                  <a:gd name="connsiteX6" fmla="*/ 9988 w 10047"/>
                                  <a:gd name="connsiteY6" fmla="*/ 8424 h 9134"/>
                                  <a:gd name="connsiteX7" fmla="*/ 9730 w 10047"/>
                                  <a:gd name="connsiteY7" fmla="*/ 9134 h 9134"/>
                                  <a:gd name="connsiteX0" fmla="*/ 1254 w 9967"/>
                                  <a:gd name="connsiteY0" fmla="*/ 0 h 10850"/>
                                  <a:gd name="connsiteX1" fmla="*/ 236 w 9967"/>
                                  <a:gd name="connsiteY1" fmla="*/ 829 h 10850"/>
                                  <a:gd name="connsiteX2" fmla="*/ 158 w 9967"/>
                                  <a:gd name="connsiteY2" fmla="*/ 2481 h 10850"/>
                                  <a:gd name="connsiteX3" fmla="*/ 2037 w 9967"/>
                                  <a:gd name="connsiteY3" fmla="*/ 4185 h 10850"/>
                                  <a:gd name="connsiteX4" fmla="*/ 7280 w 9967"/>
                                  <a:gd name="connsiteY4" fmla="*/ 6689 h 10850"/>
                                  <a:gd name="connsiteX5" fmla="*/ 9470 w 9967"/>
                                  <a:gd name="connsiteY5" fmla="*/ 8102 h 10850"/>
                                  <a:gd name="connsiteX6" fmla="*/ 9941 w 9967"/>
                                  <a:gd name="connsiteY6" fmla="*/ 9223 h 10850"/>
                                  <a:gd name="connsiteX7" fmla="*/ 8947 w 9967"/>
                                  <a:gd name="connsiteY7" fmla="*/ 10850 h 108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9967" h="10850">
                                    <a:moveTo>
                                      <a:pt x="1254" y="0"/>
                                    </a:moveTo>
                                    <a:cubicBezTo>
                                      <a:pt x="833" y="207"/>
                                      <a:pt x="423" y="414"/>
                                      <a:pt x="236" y="829"/>
                                    </a:cubicBezTo>
                                    <a:cubicBezTo>
                                      <a:pt x="51" y="1243"/>
                                      <a:pt x="-145" y="1921"/>
                                      <a:pt x="158" y="2481"/>
                                    </a:cubicBezTo>
                                    <a:cubicBezTo>
                                      <a:pt x="461" y="3040"/>
                                      <a:pt x="853" y="3484"/>
                                      <a:pt x="2037" y="4185"/>
                                    </a:cubicBezTo>
                                    <a:cubicBezTo>
                                      <a:pt x="3220" y="4888"/>
                                      <a:pt x="6038" y="6038"/>
                                      <a:pt x="7280" y="6689"/>
                                    </a:cubicBezTo>
                                    <a:cubicBezTo>
                                      <a:pt x="8522" y="7346"/>
                                      <a:pt x="9031" y="7680"/>
                                      <a:pt x="9470" y="8102"/>
                                    </a:cubicBezTo>
                                    <a:cubicBezTo>
                                      <a:pt x="9911" y="8526"/>
                                      <a:pt x="10028" y="8765"/>
                                      <a:pt x="9941" y="9223"/>
                                    </a:cubicBezTo>
                                    <a:cubicBezTo>
                                      <a:pt x="9854" y="9681"/>
                                      <a:pt x="9406" y="10107"/>
                                      <a:pt x="8947" y="1085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053CF0" w:rsidRDefault="00053CF0" w:rsidP="00053CF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323" o:spid="_x0000_s1028" style="position:absolute;left:0;text-align:left;margin-left:299.35pt;margin-top:34.85pt;width:50.9pt;height:178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67,108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" adj="-11796480,,5400" path="m1254,c833,207,423,414,236,829,51,1243,-145,1921,158,2481v303,559,695,1003,1879,1704c3220,4888,6038,6038,7280,6689v1242,657,1751,991,2190,1413c9911,8526,10028,8765,9941,9223v-87,458,-535,884,-994,1627e" filled="f" strokecolor="navy" strokeweight="2.25pt">
                      <v:stroke joinstyle="round"/>
                      <v:formulas/>
                      <v:path arrowok="t" o:connecttype="custom" o:connectlocs="81331,0;15306,173013;10247,517788;132114,873415;472159,1396004;614196,1690899;644744,1924853;580276,2264410" o:connectangles="0,0,0,0,0,0,0,0" textboxrect="0,0,9967,10850"/>
                      <v:textbox>
                        <w:txbxContent>
                          <w:p w:rsidR="00053CF0" w:rsidRDefault="00053CF0" w:rsidP="00053CF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6513D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517313</wp:posOffset>
                      </wp:positionH>
                      <wp:positionV relativeFrom="paragraph">
                        <wp:posOffset>2285591</wp:posOffset>
                      </wp:positionV>
                      <wp:extent cx="40435" cy="450321"/>
                      <wp:effectExtent l="19050" t="19050" r="17145" b="26035"/>
                      <wp:wrapNone/>
                      <wp:docPr id="173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435" cy="450321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  <a:gd name="connsiteX0" fmla="*/ 4225 w 9610"/>
                                  <a:gd name="connsiteY0" fmla="*/ 0 h 8456"/>
                                  <a:gd name="connsiteX1" fmla="*/ 0 w 9610"/>
                                  <a:gd name="connsiteY1" fmla="*/ 1029 h 8456"/>
                                  <a:gd name="connsiteX2" fmla="*/ 4225 w 9610"/>
                                  <a:gd name="connsiteY2" fmla="*/ 2831 h 8456"/>
                                  <a:gd name="connsiteX3" fmla="*/ 9296 w 9610"/>
                                  <a:gd name="connsiteY3" fmla="*/ 6029 h 8456"/>
                                  <a:gd name="connsiteX4" fmla="*/ 8451 w 9610"/>
                                  <a:gd name="connsiteY4" fmla="*/ 8456 h 8456"/>
                                  <a:gd name="connsiteX0" fmla="*/ 4396 w 9673"/>
                                  <a:gd name="connsiteY0" fmla="*/ 0 h 7130"/>
                                  <a:gd name="connsiteX1" fmla="*/ 0 w 9673"/>
                                  <a:gd name="connsiteY1" fmla="*/ 1217 h 7130"/>
                                  <a:gd name="connsiteX2" fmla="*/ 4396 w 9673"/>
                                  <a:gd name="connsiteY2" fmla="*/ 3348 h 7130"/>
                                  <a:gd name="connsiteX3" fmla="*/ 9673 w 9673"/>
                                  <a:gd name="connsiteY3" fmla="*/ 7130 h 7130"/>
                                  <a:gd name="connsiteX0" fmla="*/ 4545 w 4545"/>
                                  <a:gd name="connsiteY0" fmla="*/ 0 h 4696"/>
                                  <a:gd name="connsiteX1" fmla="*/ 0 w 4545"/>
                                  <a:gd name="connsiteY1" fmla="*/ 1707 h 4696"/>
                                  <a:gd name="connsiteX2" fmla="*/ 4545 w 4545"/>
                                  <a:gd name="connsiteY2" fmla="*/ 4696 h 4696"/>
                                  <a:gd name="connsiteX0" fmla="*/ 10650 w 10650"/>
                                  <a:gd name="connsiteY0" fmla="*/ 0 h 7674"/>
                                  <a:gd name="connsiteX1" fmla="*/ 650 w 10650"/>
                                  <a:gd name="connsiteY1" fmla="*/ 3635 h 7674"/>
                                  <a:gd name="connsiteX2" fmla="*/ 3364 w 10650"/>
                                  <a:gd name="connsiteY2" fmla="*/ 7674 h 76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0650" h="7674">
                                    <a:moveTo>
                                      <a:pt x="10650" y="0"/>
                                    </a:moveTo>
                                    <a:cubicBezTo>
                                      <a:pt x="5651" y="986"/>
                                      <a:pt x="1864" y="2356"/>
                                      <a:pt x="650" y="3635"/>
                                    </a:cubicBezTo>
                                    <a:cubicBezTo>
                                      <a:pt x="-564" y="4914"/>
                                      <a:pt x="-302" y="4731"/>
                                      <a:pt x="3364" y="767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0911D5" id="Freeform 322" o:spid="_x0000_s1026" style="position:absolute;margin-left:40.75pt;margin-top:179.95pt;width:3.2pt;height:35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650,7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" path="m10650,c5651,986,1864,2356,650,3635,-564,4914,-302,4731,3364,7674e" filled="f" strokecolor="navy" strokeweight="2.25pt">
                      <v:path arrowok="t" o:connecttype="custom" o:connectlocs="40435,0;2468,213307;12772,450321" o:connectangles="0,0,0"/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19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29" type="#_x0000_t202" style="position:absolute;left:0;text-align:left;margin-left:4.3pt;margin-top:.9pt;width:99.5pt;height:6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174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175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B514D4" id="Group 301" o:spid="_x0000_s1026" style="position:absolute;margin-left:83.7pt;margin-top:3.05pt;width:142.35pt;height:386.75pt;z-index:251651584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150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51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853B16" id="Group 269" o:spid="_x0000_s1026" style="position:absolute;margin-left:7.85pt;margin-top:12.5pt;width:85.05pt;height:373.65pt;flip:x;z-index:251649536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gj5xgAAO6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137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38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218006" id="Group 256" o:spid="_x0000_s1026" style="position:absolute;margin-left:395.95pt;margin-top:12.6pt;width:85.6pt;height:373.65pt;z-index:251648512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4EDC7B5" id="Group 282" o:spid="_x0000_s1026" style="position:absolute;margin-left:262.3pt;margin-top:3.05pt;width:142.05pt;height:386.75pt;z-index:251650560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yazicAAGz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</w:p>
        </w:tc>
      </w:tr>
      <w:tr w:rsidR="00894682" w:rsidRPr="001906A2" w:rsidTr="0025571B">
        <w:tc>
          <w:tcPr>
            <w:tcW w:w="170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A74239" id="Group 326" o:spid="_x0000_s1026" style="position:absolute;margin-left:68.7pt;margin-top:1.4pt;width:15.35pt;height:6.85pt;z-index:251658752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31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FA01D2" id="Group 333" o:spid="_x0000_s1026" style="position:absolute;margin-left:212.6pt;margin-top:1.4pt;width:15.35pt;height:6.85pt;z-index:251660800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10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5BF5D5" id="Group 329" o:spid="_x0000_s1026" style="position:absolute;margin-left:158.2pt;margin-top:1.3pt;width:15.35pt;height:6.75pt;z-index:251659776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CTiexw5AIAAMUKAAAOAAAAAAAA&#10;AAAAAAAAAC4CAABkcnMvZTJvRG9jLnhtbFBLAQItABQABgAIAAAAIQDO++Qn3wAAAAgBAAAPAAAA&#10;AAAAAAAAAAAAAD4FAABkcnMvZG93bnJldi54bWxQSwUGAAAAAAQABADzAAAASgYAAAAA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5D371C" id="Line 3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61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2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EF8B51" id="Group 338" o:spid="_x0000_s1026" style="position:absolute;margin-left:309.45pt;margin-top:1.25pt;width:15.35pt;height:7.05pt;z-index:251661824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053CF0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Incompetent CFV</w:t>
            </w:r>
            <w:r w:rsidR="00894682" w:rsidRPr="001906A2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383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951099" w:rsidRPr="001906A2" w:rsidRDefault="00951099" w:rsidP="00053CF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="00053CF0">
              <w:rPr>
                <w:rFonts w:ascii="Arial" w:hAnsi="Arial" w:cs="Arial"/>
                <w:sz w:val="18"/>
                <w:szCs w:val="20"/>
              </w:rPr>
              <w:t>. Incompetent CFV and SFJ.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671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13D" w:rsidRDefault="00A6513D">
      <w:r>
        <w:separator/>
      </w:r>
    </w:p>
  </w:endnote>
  <w:endnote w:type="continuationSeparator" w:id="0">
    <w:p w:rsidR="00A6513D" w:rsidRDefault="00A65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13D" w:rsidRDefault="00A6513D">
      <w:r>
        <w:separator/>
      </w:r>
    </w:p>
  </w:footnote>
  <w:footnote w:type="continuationSeparator" w:id="0">
    <w:p w:rsidR="00A6513D" w:rsidRDefault="00A651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95109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13D"/>
    <w:rsid w:val="00050E18"/>
    <w:rsid w:val="00053CF0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5571B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65D92"/>
    <w:rsid w:val="00894682"/>
    <w:rsid w:val="008A123B"/>
    <w:rsid w:val="008B22FA"/>
    <w:rsid w:val="008B5D7F"/>
    <w:rsid w:val="008D344E"/>
    <w:rsid w:val="008D3EDB"/>
    <w:rsid w:val="00911F56"/>
    <w:rsid w:val="00937D9E"/>
    <w:rsid w:val="0094691B"/>
    <w:rsid w:val="00951099"/>
    <w:rsid w:val="009A34D2"/>
    <w:rsid w:val="009A5CA0"/>
    <w:rsid w:val="009C6954"/>
    <w:rsid w:val="009D2BAA"/>
    <w:rsid w:val="00A00D03"/>
    <w:rsid w:val="00A50BBC"/>
    <w:rsid w:val="00A5497F"/>
    <w:rsid w:val="00A625F9"/>
    <w:rsid w:val="00A6513D"/>
    <w:rsid w:val="00A7491A"/>
    <w:rsid w:val="00AA6449"/>
    <w:rsid w:val="00AB6270"/>
    <w:rsid w:val="00AD21C9"/>
    <w:rsid w:val="00AE30A1"/>
    <w:rsid w:val="00AF27D7"/>
    <w:rsid w:val="00B43A4A"/>
    <w:rsid w:val="00B46ED4"/>
    <w:rsid w:val="00B62A9E"/>
    <w:rsid w:val="00B67AFA"/>
    <w:rsid w:val="00B77F20"/>
    <w:rsid w:val="00B83663"/>
    <w:rsid w:val="00BB2752"/>
    <w:rsid w:val="00BE4B42"/>
    <w:rsid w:val="00C02035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16C5E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2B5DF860"/>
  <w15:chartTrackingRefBased/>
  <w15:docId w15:val="{F3CF7950-BAA8-44A8-AF21-0E2015A3D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Bilateral%20Venous%20RJ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Venous RJ</Template>
  <TotalTime>1</TotalTime>
  <Pages>1</Pages>
  <Words>82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1900-01-01T00:00:00Z</cp:lastPrinted>
  <dcterms:created xsi:type="dcterms:W3CDTF">2020-08-07T09:28:00Z</dcterms:created>
  <dcterms:modified xsi:type="dcterms:W3CDTF">2020-08-07T09:28:00Z</dcterms:modified>
  <cp:category>Patient Report</cp:category>
</cp:coreProperties>
</file>